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50685D8-EB6A-4C8D-8EB9-99A88336D20F}"/>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